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0D12FD" w14:paraId="4929DE87" w14:textId="77777777" w:rsidTr="00050DA7">
        <w:tc>
          <w:tcPr>
            <w:tcW w:w="4428" w:type="dxa"/>
          </w:tcPr>
          <w:p w14:paraId="43005FBA" w14:textId="77777777" w:rsidR="000348ED" w:rsidRPr="00B80CDC" w:rsidRDefault="005D05AC" w:rsidP="002B0236">
            <w:r w:rsidRPr="00B80CDC">
              <w:t>From:</w:t>
            </w:r>
            <w:r w:rsidRPr="00B80CDC">
              <w:tab/>
            </w:r>
            <w:r w:rsidR="007E747C" w:rsidRPr="00B80CDC">
              <w:t xml:space="preserve">VTS </w:t>
            </w:r>
            <w:r w:rsidRPr="00B80CDC">
              <w:t>C</w:t>
            </w:r>
            <w:r w:rsidR="00050DA7" w:rsidRPr="00B80CDC">
              <w:t>ommittee</w:t>
            </w:r>
          </w:p>
        </w:tc>
        <w:tc>
          <w:tcPr>
            <w:tcW w:w="5461" w:type="dxa"/>
          </w:tcPr>
          <w:p w14:paraId="00654C39" w14:textId="05B3353B" w:rsidR="000348ED" w:rsidRPr="00B80CDC" w:rsidRDefault="00B7562A" w:rsidP="007E42CF">
            <w:pPr>
              <w:jc w:val="right"/>
            </w:pPr>
            <w:r>
              <w:t>ARM16-7.2.2</w:t>
            </w:r>
          </w:p>
        </w:tc>
      </w:tr>
      <w:tr w:rsidR="000348ED" w:rsidRPr="000D12FD" w14:paraId="40A24973" w14:textId="77777777" w:rsidTr="00050DA7">
        <w:tc>
          <w:tcPr>
            <w:tcW w:w="4428" w:type="dxa"/>
          </w:tcPr>
          <w:p w14:paraId="2BCCF7B8" w14:textId="77777777" w:rsidR="009A33C2" w:rsidRDefault="005D05AC" w:rsidP="009A33C2">
            <w:r w:rsidRPr="00B80CDC">
              <w:t>To:</w:t>
            </w:r>
            <w:r w:rsidRPr="00B80CDC">
              <w:tab/>
            </w:r>
            <w:r w:rsidR="005A3127" w:rsidRPr="00B80CDC">
              <w:t>ARM Committee</w:t>
            </w:r>
          </w:p>
          <w:p w14:paraId="664AC73F" w14:textId="18133F91" w:rsidR="005A3127" w:rsidRPr="00B80CDC" w:rsidRDefault="009A33C2" w:rsidP="009A33C2">
            <w:pPr>
              <w:tabs>
                <w:tab w:val="clear" w:pos="851"/>
              </w:tabs>
              <w:ind w:left="886"/>
            </w:pPr>
            <w:r>
              <w:t>P</w:t>
            </w:r>
            <w:r w:rsidR="004108D6">
              <w:t>olicy Advisory Panel</w:t>
            </w:r>
          </w:p>
        </w:tc>
        <w:tc>
          <w:tcPr>
            <w:tcW w:w="5461" w:type="dxa"/>
          </w:tcPr>
          <w:p w14:paraId="5DCA9AD2" w14:textId="3CC3DE49" w:rsidR="000348ED" w:rsidRPr="00B80CDC" w:rsidRDefault="002D0028" w:rsidP="002D0028">
            <w:pPr>
              <w:jc w:val="right"/>
            </w:pPr>
            <w:r>
              <w:t>April</w:t>
            </w:r>
            <w:r w:rsidR="005D05AC" w:rsidRPr="00B80CDC">
              <w:t xml:space="preserve"> 20</w:t>
            </w:r>
            <w:r w:rsidR="00B80CDC" w:rsidRPr="00B80CDC">
              <w:t>2</w:t>
            </w:r>
            <w:r>
              <w:t>2</w:t>
            </w:r>
          </w:p>
        </w:tc>
      </w:tr>
    </w:tbl>
    <w:p w14:paraId="2CE88E7B" w14:textId="77777777" w:rsidR="000348ED" w:rsidRPr="000D12FD" w:rsidRDefault="00AA2626" w:rsidP="002B0236">
      <w:pPr>
        <w:pStyle w:val="Title"/>
      </w:pPr>
      <w:r w:rsidRPr="000D12FD">
        <w:t>LIAISON NOTE</w:t>
      </w:r>
    </w:p>
    <w:p w14:paraId="70AEC605" w14:textId="1921A1D9" w:rsidR="000348ED" w:rsidRPr="000D12FD" w:rsidRDefault="002D0028" w:rsidP="002B0236">
      <w:pPr>
        <w:pStyle w:val="Title"/>
      </w:pPr>
      <w:r>
        <w:rPr>
          <w:color w:val="00558C"/>
        </w:rPr>
        <w:t>Revised Guideline 1052 on Quality Management Systems for Aids to Navigation Service Delivery</w:t>
      </w:r>
    </w:p>
    <w:p w14:paraId="7BEF96A3" w14:textId="77777777" w:rsidR="0064435F" w:rsidRPr="000D12FD" w:rsidRDefault="008E7A45" w:rsidP="002B0236">
      <w:pPr>
        <w:pStyle w:val="Heading1"/>
      </w:pPr>
      <w:r w:rsidRPr="000D12FD">
        <w:t>INTRODUCTION</w:t>
      </w:r>
    </w:p>
    <w:p w14:paraId="5E0851F5" w14:textId="15F1166F" w:rsidR="007E42CF" w:rsidRDefault="00B6751A" w:rsidP="007E42CF">
      <w:pPr>
        <w:pStyle w:val="BodyText"/>
      </w:pPr>
      <w:r>
        <w:t xml:space="preserve">The VTS Committee </w:t>
      </w:r>
      <w:r w:rsidR="007E42CF">
        <w:t>has noted the liaison note from ARM (</w:t>
      </w:r>
      <w:r w:rsidR="002D0028">
        <w:t>VTS52-3.2.3</w:t>
      </w:r>
      <w:r w:rsidR="007E42CF">
        <w:t xml:space="preserve">) </w:t>
      </w:r>
      <w:r w:rsidR="00CC7EB5">
        <w:t xml:space="preserve">informing that the ARM Committee has </w:t>
      </w:r>
      <w:r w:rsidR="002D0028">
        <w:t>revised Guideline 1052 on Quality Management Systems for Aids to Navigation Service Delivery</w:t>
      </w:r>
      <w:r w:rsidR="00CC7EB5">
        <w:t xml:space="preserve"> to conform with changes in IMO resolutions and other develo</w:t>
      </w:r>
      <w:r w:rsidR="00F66BEE">
        <w:t>p</w:t>
      </w:r>
      <w:r w:rsidR="00CC7EB5">
        <w:t>ments</w:t>
      </w:r>
      <w:r w:rsidR="007E42CF">
        <w:t>.</w:t>
      </w:r>
    </w:p>
    <w:p w14:paraId="096D0436" w14:textId="3F2F66C7" w:rsidR="002D0028" w:rsidRDefault="007E42CF" w:rsidP="007E42CF">
      <w:pPr>
        <w:pStyle w:val="BodyText"/>
      </w:pPr>
      <w:r>
        <w:t xml:space="preserve">The Committee has been requested to review and </w:t>
      </w:r>
      <w:r w:rsidR="002D0028">
        <w:t xml:space="preserve">give necessary comments to the draft </w:t>
      </w:r>
      <w:r w:rsidR="00446202">
        <w:t>G</w:t>
      </w:r>
      <w:r w:rsidR="002D0028">
        <w:t>uideline</w:t>
      </w:r>
      <w:r w:rsidR="00CC7EB5">
        <w:t xml:space="preserve"> 1052</w:t>
      </w:r>
      <w:r w:rsidR="002D0028">
        <w:t xml:space="preserve">. Furthermore, the Committee has been requested to consider if the guideline is comprehensive enough to cover all aspects of </w:t>
      </w:r>
      <w:proofErr w:type="spellStart"/>
      <w:r w:rsidR="002D0028">
        <w:t>AtoN</w:t>
      </w:r>
      <w:proofErr w:type="spellEnd"/>
      <w:r w:rsidR="002D0028">
        <w:t xml:space="preserve"> Services, or if it may be necessary to develop separate</w:t>
      </w:r>
      <w:r w:rsidR="00BD0034">
        <w:t xml:space="preserve"> guidelines under R</w:t>
      </w:r>
      <w:r w:rsidR="00CC7EB5">
        <w:t>ecommendation R1032 on Quality Management Systems for VTS or ENAV respectively.</w:t>
      </w:r>
      <w:r w:rsidR="002D0028">
        <w:t xml:space="preserve">  </w:t>
      </w:r>
    </w:p>
    <w:p w14:paraId="76A0D3B3" w14:textId="77777777" w:rsidR="00CC7EB5" w:rsidRDefault="00CC7EB5" w:rsidP="007E42CF">
      <w:pPr>
        <w:pStyle w:val="BodyText"/>
      </w:pPr>
    </w:p>
    <w:p w14:paraId="224DC74F" w14:textId="190BAE62" w:rsidR="0082064C" w:rsidRPr="00751298" w:rsidRDefault="004D510D" w:rsidP="002505A0">
      <w:pPr>
        <w:pStyle w:val="Heading1"/>
        <w:tabs>
          <w:tab w:val="clear" w:pos="432"/>
        </w:tabs>
        <w:ind w:left="567" w:hanging="567"/>
        <w:rPr>
          <w:caps/>
        </w:rPr>
      </w:pPr>
      <w:r w:rsidRPr="004D510D">
        <w:rPr>
          <w:caps/>
        </w:rPr>
        <w:t>Comments</w:t>
      </w:r>
    </w:p>
    <w:p w14:paraId="0C33E532" w14:textId="14916C41" w:rsidR="00426590" w:rsidRPr="00426590" w:rsidRDefault="00E74E51" w:rsidP="00426590">
      <w:pPr>
        <w:pStyle w:val="BodyText"/>
      </w:pPr>
      <w:r>
        <w:t xml:space="preserve">The VTS Committee has reviewed the draft revised </w:t>
      </w:r>
      <w:r w:rsidR="00C262E8">
        <w:t>Guideline 1052</w:t>
      </w:r>
      <w:r>
        <w:t xml:space="preserve"> </w:t>
      </w:r>
      <w:r w:rsidR="00C262E8">
        <w:t>as requested</w:t>
      </w:r>
      <w:r w:rsidR="00B87B08">
        <w:t xml:space="preserve">. In general the VTS </w:t>
      </w:r>
      <w:r w:rsidR="00605445">
        <w:t xml:space="preserve">Committee </w:t>
      </w:r>
      <w:r w:rsidR="00E74BEF">
        <w:t>is of the opinion</w:t>
      </w:r>
      <w:r w:rsidR="00605445">
        <w:t xml:space="preserve"> </w:t>
      </w:r>
      <w:r w:rsidR="00B87B08">
        <w:t xml:space="preserve">that further considerations </w:t>
      </w:r>
      <w:r w:rsidR="00605445">
        <w:t xml:space="preserve">should </w:t>
      </w:r>
      <w:r w:rsidR="00E74BEF">
        <w:t xml:space="preserve">be </w:t>
      </w:r>
      <w:r w:rsidR="00446202">
        <w:t>made to ensure that the draft g</w:t>
      </w:r>
      <w:r w:rsidR="00B87B08">
        <w:t>uideline reflects current international best practice for quality management</w:t>
      </w:r>
      <w:r w:rsidR="00E74BEF">
        <w:t xml:space="preserve">. </w:t>
      </w:r>
      <w:r w:rsidR="00426590">
        <w:t>T</w:t>
      </w:r>
      <w:r w:rsidR="0082064C">
        <w:t xml:space="preserve">o </w:t>
      </w:r>
      <w:r w:rsidR="00345FF7">
        <w:t>foster</w:t>
      </w:r>
      <w:r w:rsidR="0082064C">
        <w:t xml:space="preserve"> </w:t>
      </w:r>
      <w:r w:rsidR="00E74BEF">
        <w:t>th</w:t>
      </w:r>
      <w:r w:rsidR="00446202">
        <w:t>at the g</w:t>
      </w:r>
      <w:r w:rsidR="00E74BEF">
        <w:t xml:space="preserve">uideline continues </w:t>
      </w:r>
      <w:r w:rsidR="00B87B08">
        <w:t xml:space="preserve">to assist authorities </w:t>
      </w:r>
      <w:r w:rsidR="00605445">
        <w:t>implement</w:t>
      </w:r>
      <w:r w:rsidR="00E74BEF">
        <w:t>ing</w:t>
      </w:r>
      <w:r w:rsidR="00605445">
        <w:t xml:space="preserve"> quality processes in their operations</w:t>
      </w:r>
      <w:r w:rsidR="00426590">
        <w:t>, consideration should be given to:</w:t>
      </w:r>
    </w:p>
    <w:p w14:paraId="6152B0B2" w14:textId="1D9C4AA3" w:rsidR="00426590" w:rsidRDefault="00426590" w:rsidP="0082064C">
      <w:pPr>
        <w:pStyle w:val="BodyText"/>
        <w:numPr>
          <w:ilvl w:val="0"/>
          <w:numId w:val="31"/>
        </w:numPr>
      </w:pPr>
      <w:r w:rsidRPr="00426590">
        <w:t xml:space="preserve">Aligning the </w:t>
      </w:r>
      <w:r w:rsidR="00446202">
        <w:t>guideline</w:t>
      </w:r>
      <w:r w:rsidRPr="00426590">
        <w:t xml:space="preserve"> with internationally recognised principles and processes associated with implementing effective quality management</w:t>
      </w:r>
      <w:r>
        <w:t>.</w:t>
      </w:r>
    </w:p>
    <w:p w14:paraId="666CFD7B" w14:textId="00BFEAB3" w:rsidR="00426590" w:rsidRDefault="00426590" w:rsidP="00446202">
      <w:pPr>
        <w:pStyle w:val="BodyText"/>
        <w:numPr>
          <w:ilvl w:val="0"/>
          <w:numId w:val="31"/>
        </w:numPr>
      </w:pPr>
      <w:r w:rsidRPr="00426590">
        <w:t>Referencing internationally recognised frameworks for qu</w:t>
      </w:r>
      <w:r w:rsidR="00446202">
        <w:t>ality management and using the g</w:t>
      </w:r>
      <w:r w:rsidRPr="00426590">
        <w:t xml:space="preserve">uideline to focus authorities on specific elements they </w:t>
      </w:r>
      <w:r w:rsidR="005A3127">
        <w:t xml:space="preserve">should </w:t>
      </w:r>
      <w:r w:rsidRPr="00426590">
        <w:t>consider when implementing quality processes into their operations.</w:t>
      </w:r>
    </w:p>
    <w:p w14:paraId="227368F0" w14:textId="77777777" w:rsidR="00446202" w:rsidRDefault="00446202" w:rsidP="00446202">
      <w:pPr>
        <w:pStyle w:val="BodyText"/>
      </w:pPr>
    </w:p>
    <w:p w14:paraId="75E4ED9C" w14:textId="1D4CFA9C" w:rsidR="00426590" w:rsidRDefault="00426590" w:rsidP="00426590">
      <w:pPr>
        <w:pStyle w:val="BodyText"/>
      </w:pPr>
      <w:r>
        <w:t>In more detail the VTS Committee provides the following comments:</w:t>
      </w:r>
    </w:p>
    <w:p w14:paraId="691350CD" w14:textId="134351B4" w:rsidR="00426590" w:rsidRDefault="0082064C" w:rsidP="00426590">
      <w:pPr>
        <w:pStyle w:val="BodyText"/>
        <w:numPr>
          <w:ilvl w:val="0"/>
          <w:numId w:val="31"/>
        </w:numPr>
      </w:pPr>
      <w:r>
        <w:t xml:space="preserve">Current best practice on </w:t>
      </w:r>
      <w:r w:rsidRPr="0082064C">
        <w:t xml:space="preserve">quality management focusses on the PLAN -&gt; DO -&gt; CHECK -&gt; ACT (PDCA) cycle, which is a four-step model designed to operate at all levels and can be applied to all processes to carrying out change and be repeated </w:t>
      </w:r>
      <w:r>
        <w:t>for continuous improvement. The</w:t>
      </w:r>
      <w:r w:rsidR="00446202">
        <w:t xml:space="preserve"> draft</w:t>
      </w:r>
      <w:r>
        <w:t xml:space="preserve"> guideline</w:t>
      </w:r>
      <w:r w:rsidRPr="0082064C">
        <w:t xml:space="preserve"> does not reference the PDCA cycle.</w:t>
      </w:r>
    </w:p>
    <w:p w14:paraId="57096007" w14:textId="77777777" w:rsidR="00426590" w:rsidRDefault="0082064C" w:rsidP="00426590">
      <w:pPr>
        <w:pStyle w:val="BodyText"/>
        <w:numPr>
          <w:ilvl w:val="0"/>
          <w:numId w:val="31"/>
        </w:numPr>
      </w:pPr>
      <w:r w:rsidRPr="00426590">
        <w:t>The format and structure of the draft guideline are not conducive to assisting authorities demonstrate compliance with Recommendation 0132 as it does not align to principles and processes recognised internat</w:t>
      </w:r>
      <w:r w:rsidR="00426590">
        <w:t>ionally for quality management.</w:t>
      </w:r>
    </w:p>
    <w:p w14:paraId="4CD3C001" w14:textId="77777777" w:rsidR="00426590" w:rsidRDefault="0082064C" w:rsidP="00426590">
      <w:pPr>
        <w:pStyle w:val="BodyText"/>
        <w:numPr>
          <w:ilvl w:val="0"/>
          <w:numId w:val="31"/>
        </w:numPr>
      </w:pPr>
      <w:r w:rsidRPr="00426590">
        <w:lastRenderedPageBreak/>
        <w:t>The draft guideline has repetitive text between the sections of developing, implementing and maintaining quality management.</w:t>
      </w:r>
    </w:p>
    <w:p w14:paraId="12447F43" w14:textId="77777777" w:rsidR="00426590" w:rsidRDefault="00751298" w:rsidP="00426590">
      <w:pPr>
        <w:pStyle w:val="BodyText"/>
        <w:numPr>
          <w:ilvl w:val="0"/>
          <w:numId w:val="31"/>
        </w:numPr>
      </w:pPr>
      <w:r w:rsidRPr="00426590">
        <w:t>The draft guideline is overly prescriptive on items to be documented in contrast to providing an organisation with the flexibility to determine the level of documented information necessary to control its own quality management.  For example, a ‘quality manual’ is no longer required in ISO9001:2015.</w:t>
      </w:r>
    </w:p>
    <w:p w14:paraId="48D7E442" w14:textId="7A08CC70" w:rsidR="00751298" w:rsidRPr="00426590" w:rsidRDefault="00751298" w:rsidP="00426590">
      <w:pPr>
        <w:pStyle w:val="BodyText"/>
        <w:numPr>
          <w:ilvl w:val="0"/>
          <w:numId w:val="31"/>
        </w:numPr>
      </w:pPr>
      <w:r w:rsidRPr="00426590">
        <w:t xml:space="preserve">The draft guideline would benefit from recognising that an organisation may have implemented a QMS for their business needs, of which </w:t>
      </w:r>
      <w:proofErr w:type="spellStart"/>
      <w:r w:rsidRPr="00426590">
        <w:t>AtoN</w:t>
      </w:r>
      <w:proofErr w:type="spellEnd"/>
      <w:r w:rsidRPr="00426590">
        <w:t xml:space="preserve"> activities may comprise of only a small proportion of thei</w:t>
      </w:r>
      <w:r w:rsidR="00426590">
        <w:t xml:space="preserve">r overall business activities. </w:t>
      </w:r>
      <w:r w:rsidRPr="00426590">
        <w:t xml:space="preserve">This means </w:t>
      </w:r>
      <w:r w:rsidR="00446202">
        <w:t>the prescriptive nature of the draft g</w:t>
      </w:r>
      <w:r w:rsidRPr="00426590">
        <w:t>uideline in its current form may need further consideration.</w:t>
      </w:r>
    </w:p>
    <w:p w14:paraId="565C95A0" w14:textId="6D3843B8" w:rsidR="00751298" w:rsidRDefault="00751298" w:rsidP="00751298">
      <w:pPr>
        <w:pStyle w:val="BodyText"/>
        <w:numPr>
          <w:ilvl w:val="0"/>
          <w:numId w:val="31"/>
        </w:numPr>
      </w:pPr>
      <w:r w:rsidRPr="00751298">
        <w:t xml:space="preserve">The latest ISO standard on quality management (ISO9001:2015) has a high focus on risk management. This is not reflected in the </w:t>
      </w:r>
      <w:r w:rsidR="00446202">
        <w:t>draft guideline</w:t>
      </w:r>
      <w:r w:rsidRPr="00751298">
        <w:t>.</w:t>
      </w:r>
    </w:p>
    <w:p w14:paraId="0A86402E" w14:textId="3500CE05" w:rsidR="00751298" w:rsidRDefault="00446202" w:rsidP="00751298">
      <w:pPr>
        <w:pStyle w:val="BodyText"/>
        <w:numPr>
          <w:ilvl w:val="0"/>
          <w:numId w:val="31"/>
        </w:numPr>
      </w:pPr>
      <w:r>
        <w:t>This draft g</w:t>
      </w:r>
      <w:r w:rsidR="00751298" w:rsidRPr="00751298">
        <w:t xml:space="preserve">uideline commonly refers to Competent Authorities which may not always be </w:t>
      </w:r>
      <w:r>
        <w:t xml:space="preserve">the </w:t>
      </w:r>
      <w:r w:rsidR="00751298" w:rsidRPr="00751298">
        <w:t>entity responsible for aids to navigation. This would appear contradictory to IALA Recommendation R0132 which recommends that “Authorities responsible for aids to navigation implement and maintain</w:t>
      </w:r>
      <w:r>
        <w:t xml:space="preserve"> a Quality Management System”. </w:t>
      </w:r>
    </w:p>
    <w:p w14:paraId="64D926E5" w14:textId="77777777" w:rsidR="00BD01D3" w:rsidRDefault="00BD01D3" w:rsidP="00BD01D3">
      <w:pPr>
        <w:pStyle w:val="BodyText"/>
      </w:pPr>
    </w:p>
    <w:p w14:paraId="6805A5D9" w14:textId="30FC947C" w:rsidR="00BD01D3" w:rsidRDefault="00BD01D3" w:rsidP="00BD01D3">
      <w:pPr>
        <w:pStyle w:val="BodyText"/>
      </w:pPr>
      <w:r>
        <w:t xml:space="preserve">The VTS Committee has considered whether the draft revised Guideline 1052 is comprehensive enough to cover all aspects of </w:t>
      </w:r>
      <w:proofErr w:type="spellStart"/>
      <w:r>
        <w:t>AtoN</w:t>
      </w:r>
      <w:proofErr w:type="spellEnd"/>
      <w:r>
        <w:t xml:space="preserve"> Services, or if it may be necessary to develop a separate guideline for VTS under Recommendation R1032 on Quality Management Systems. </w:t>
      </w:r>
    </w:p>
    <w:p w14:paraId="16F34526" w14:textId="1284AA68" w:rsidR="00CD409B" w:rsidRDefault="00CD409B" w:rsidP="00BD01D3">
      <w:pPr>
        <w:pStyle w:val="BodyText"/>
      </w:pPr>
      <w:r>
        <w:t>Recognising:</w:t>
      </w:r>
    </w:p>
    <w:p w14:paraId="068A09FD" w14:textId="03BEC9CF" w:rsidR="00CD409B" w:rsidRDefault="00CD409B" w:rsidP="00CD409B">
      <w:pPr>
        <w:pStyle w:val="BodyText"/>
        <w:numPr>
          <w:ilvl w:val="0"/>
          <w:numId w:val="33"/>
        </w:numPr>
      </w:pPr>
      <w:r>
        <w:t>Vessel Traffic Services and Aids to Navigation are covered by separate regulations in the 1974 SOLAS Convention, V/12 and V/13 respectively; and</w:t>
      </w:r>
    </w:p>
    <w:p w14:paraId="4738BB36" w14:textId="25395247" w:rsidR="00CD409B" w:rsidRDefault="00CD409B" w:rsidP="00CD409B">
      <w:pPr>
        <w:pStyle w:val="BodyText"/>
        <w:numPr>
          <w:ilvl w:val="0"/>
          <w:numId w:val="33"/>
        </w:numPr>
      </w:pPr>
      <w:r>
        <w:t>IMO Resolution A.1159(32), amongst other thing states that:</w:t>
      </w:r>
    </w:p>
    <w:p w14:paraId="2316295D" w14:textId="0C3432C2" w:rsidR="00CD409B" w:rsidRPr="00CD409B" w:rsidRDefault="00CD409B" w:rsidP="00CE23DE">
      <w:pPr>
        <w:pStyle w:val="BodyText"/>
        <w:ind w:left="1440"/>
        <w:rPr>
          <w:i/>
        </w:rPr>
      </w:pPr>
      <w:r>
        <w:rPr>
          <w:i/>
        </w:rPr>
        <w:t>“</w:t>
      </w:r>
      <w:r w:rsidRPr="00CD409B">
        <w:rPr>
          <w:i/>
        </w:rPr>
        <w:t>In complying with these Guidelines, Contracting Governments should take account of applicable IMO instruments and refer to relevant international guidance prepared and published by appropriate international organizations.</w:t>
      </w:r>
      <w:r>
        <w:rPr>
          <w:i/>
        </w:rPr>
        <w:t>” (Section 1.4)</w:t>
      </w:r>
    </w:p>
    <w:p w14:paraId="5E177B54" w14:textId="34CAD5A3" w:rsidR="00CD409B" w:rsidRDefault="00CE23DE" w:rsidP="00BD01D3">
      <w:pPr>
        <w:pStyle w:val="BodyText"/>
      </w:pPr>
      <w:r>
        <w:tab/>
        <w:t xml:space="preserve">the VTS Committee  is of the view that separate Guidelines for VTS and </w:t>
      </w:r>
      <w:proofErr w:type="spellStart"/>
      <w:r>
        <w:t>AtoN</w:t>
      </w:r>
      <w:proofErr w:type="spellEnd"/>
      <w:r>
        <w:t xml:space="preserve"> </w:t>
      </w:r>
      <w:r w:rsidR="005C06E0">
        <w:t xml:space="preserve">services </w:t>
      </w:r>
      <w:r>
        <w:t xml:space="preserve">should be prepared in association with </w:t>
      </w:r>
      <w:r w:rsidRPr="00CE23DE">
        <w:rPr>
          <w:i/>
        </w:rPr>
        <w:t>Recommendation R0132 – Quality Management Systems</w:t>
      </w:r>
      <w:r>
        <w:t xml:space="preserve"> to ensure both services adequately reflect their respective international obligations. </w:t>
      </w:r>
    </w:p>
    <w:p w14:paraId="33CACBCA" w14:textId="32644C59" w:rsidR="004D1CA5" w:rsidRDefault="004D1CA5" w:rsidP="00BD01D3">
      <w:pPr>
        <w:pStyle w:val="BodyText"/>
      </w:pPr>
      <w:r>
        <w:t xml:space="preserve"> </w:t>
      </w:r>
      <w:r w:rsidR="00F8528E">
        <w:t xml:space="preserve">The development of a guideline on Quality Management System for VTS has </w:t>
      </w:r>
      <w:r w:rsidR="005A3127">
        <w:t xml:space="preserve">already </w:t>
      </w:r>
      <w:r w:rsidR="00F8528E">
        <w:t>been proposed as a task to be commenced under the next work period of the VTS Committee.</w:t>
      </w:r>
      <w:r w:rsidR="00CE23DE">
        <w:t xml:space="preserve"> </w:t>
      </w:r>
    </w:p>
    <w:p w14:paraId="35D708C5" w14:textId="4B475913" w:rsidR="00CE23DE" w:rsidRDefault="00CE23DE" w:rsidP="00BD01D3">
      <w:pPr>
        <w:pStyle w:val="BodyText"/>
      </w:pPr>
      <w:r>
        <w:t xml:space="preserve">The VTS Committee note that R0132 will need to </w:t>
      </w:r>
      <w:r w:rsidR="00CF2916">
        <w:t xml:space="preserve">be revised </w:t>
      </w:r>
      <w:r w:rsidR="005C06E0">
        <w:t xml:space="preserve">in the future </w:t>
      </w:r>
      <w:r w:rsidR="00CF2916">
        <w:t>to reflect the different international obligations and two a</w:t>
      </w:r>
      <w:r w:rsidR="006956C6">
        <w:t>ssociated guidelines when developed</w:t>
      </w:r>
      <w:r w:rsidR="00CF2916">
        <w:t>.</w:t>
      </w:r>
    </w:p>
    <w:p w14:paraId="55011710" w14:textId="77777777" w:rsidR="00446202" w:rsidRDefault="00446202" w:rsidP="00446202">
      <w:pPr>
        <w:pStyle w:val="BodyText"/>
      </w:pPr>
    </w:p>
    <w:p w14:paraId="445466CB" w14:textId="2E5A439F" w:rsidR="009F5C36" w:rsidRPr="000D12FD" w:rsidRDefault="008E7A45" w:rsidP="002B0236">
      <w:pPr>
        <w:pStyle w:val="Heading1"/>
      </w:pPr>
      <w:r w:rsidRPr="000D12FD">
        <w:t>ACTION REQUESTED</w:t>
      </w:r>
    </w:p>
    <w:p w14:paraId="288E6C3E" w14:textId="0715F75B" w:rsidR="006956C6" w:rsidRPr="006956C6" w:rsidRDefault="005C06E0">
      <w:pPr>
        <w:pStyle w:val="BodyText"/>
        <w:rPr>
          <w:rFonts w:asciiTheme="minorHAnsi" w:eastAsia="Times New Roman" w:hAnsiTheme="minorHAnsi" w:cstheme="minorHAnsi"/>
          <w:szCs w:val="20"/>
          <w:lang w:eastAsia="de-DE"/>
        </w:rPr>
      </w:pPr>
      <w:r w:rsidRPr="000D12FD">
        <w:t xml:space="preserve">The </w:t>
      </w:r>
      <w:r w:rsidR="004108D6">
        <w:t xml:space="preserve">Policy Advisor Panel and the </w:t>
      </w:r>
      <w:r>
        <w:t xml:space="preserve">ARM </w:t>
      </w:r>
      <w:r w:rsidR="004108D6">
        <w:rPr>
          <w:rFonts w:asciiTheme="minorHAnsi" w:eastAsia="Times New Roman" w:hAnsiTheme="minorHAnsi" w:cstheme="minorHAnsi"/>
          <w:szCs w:val="20"/>
          <w:lang w:eastAsia="de-DE"/>
        </w:rPr>
        <w:t>Committee are</w:t>
      </w:r>
      <w:r w:rsidRPr="000817D2">
        <w:rPr>
          <w:rFonts w:asciiTheme="minorHAnsi" w:eastAsia="Times New Roman" w:hAnsiTheme="minorHAnsi" w:cstheme="minorHAnsi"/>
          <w:szCs w:val="20"/>
          <w:lang w:eastAsia="de-DE"/>
        </w:rPr>
        <w:t xml:space="preserve"> </w:t>
      </w:r>
      <w:r>
        <w:rPr>
          <w:rFonts w:asciiTheme="minorHAnsi" w:eastAsia="Times New Roman" w:hAnsiTheme="minorHAnsi" w:cstheme="minorHAnsi"/>
          <w:szCs w:val="20"/>
          <w:lang w:eastAsia="de-DE"/>
        </w:rPr>
        <w:t>invited</w:t>
      </w:r>
      <w:r w:rsidRPr="000817D2">
        <w:rPr>
          <w:rFonts w:asciiTheme="minorHAnsi" w:eastAsia="Times New Roman" w:hAnsiTheme="minorHAnsi" w:cstheme="minorHAnsi"/>
          <w:szCs w:val="20"/>
          <w:lang w:eastAsia="de-DE"/>
        </w:rPr>
        <w:t xml:space="preserve"> to</w:t>
      </w:r>
      <w:r>
        <w:rPr>
          <w:rFonts w:asciiTheme="minorHAnsi" w:eastAsia="Times New Roman" w:hAnsiTheme="minorHAnsi" w:cstheme="minorHAnsi"/>
          <w:szCs w:val="20"/>
          <w:lang w:eastAsia="de-DE"/>
        </w:rPr>
        <w:t xml:space="preserve"> note the comments provided by the VTS Committee on the d</w:t>
      </w:r>
      <w:r w:rsidR="004108D6">
        <w:t xml:space="preserve">raft Guideline 1052 and are </w:t>
      </w:r>
      <w:r w:rsidR="006956C6">
        <w:rPr>
          <w:rFonts w:asciiTheme="minorHAnsi" w:eastAsia="Times New Roman" w:hAnsiTheme="minorHAnsi" w:cstheme="minorHAnsi"/>
          <w:szCs w:val="20"/>
          <w:lang w:eastAsia="de-DE"/>
        </w:rPr>
        <w:t>further invited</w:t>
      </w:r>
      <w:r w:rsidR="006956C6" w:rsidRPr="000817D2">
        <w:rPr>
          <w:rFonts w:asciiTheme="minorHAnsi" w:eastAsia="Times New Roman" w:hAnsiTheme="minorHAnsi" w:cstheme="minorHAnsi"/>
          <w:szCs w:val="20"/>
          <w:lang w:eastAsia="de-DE"/>
        </w:rPr>
        <w:t xml:space="preserve"> to</w:t>
      </w:r>
      <w:r w:rsidR="006956C6">
        <w:rPr>
          <w:rFonts w:asciiTheme="minorHAnsi" w:eastAsia="Times New Roman" w:hAnsiTheme="minorHAnsi" w:cstheme="minorHAnsi"/>
          <w:szCs w:val="20"/>
          <w:lang w:eastAsia="de-DE"/>
        </w:rPr>
        <w:t xml:space="preserve"> note the VTS Committee’s proposal to prepare quality management guidance specifically related to VTS.</w:t>
      </w:r>
    </w:p>
    <w:sectPr w:rsidR="006956C6" w:rsidRPr="006956C6"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D9C53" w14:textId="77777777" w:rsidR="003F70AF" w:rsidRDefault="003F70AF" w:rsidP="002B0236">
      <w:r>
        <w:separator/>
      </w:r>
    </w:p>
  </w:endnote>
  <w:endnote w:type="continuationSeparator" w:id="0">
    <w:p w14:paraId="3FE70F6F" w14:textId="77777777" w:rsidR="003F70AF" w:rsidRDefault="003F70AF"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1548F"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9007A" w14:textId="002FB08B" w:rsidR="00002906" w:rsidRDefault="00002906" w:rsidP="002B0236">
    <w:pPr>
      <w:pStyle w:val="Footer"/>
    </w:pPr>
    <w:r>
      <w:tab/>
    </w:r>
    <w:r>
      <w:fldChar w:fldCharType="begin"/>
    </w:r>
    <w:r>
      <w:instrText xml:space="preserve"> PAGE   \* MERGEFORMAT </w:instrText>
    </w:r>
    <w:r>
      <w:fldChar w:fldCharType="separate"/>
    </w:r>
    <w:r w:rsidR="009A33C2">
      <w:rPr>
        <w:noProof/>
      </w:rPr>
      <w:t>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83DB3"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6F3EA" w14:textId="77777777" w:rsidR="003F70AF" w:rsidRDefault="003F70AF" w:rsidP="002B0236">
      <w:r>
        <w:separator/>
      </w:r>
    </w:p>
  </w:footnote>
  <w:footnote w:type="continuationSeparator" w:id="0">
    <w:p w14:paraId="2A14E111" w14:textId="77777777" w:rsidR="003F70AF" w:rsidRDefault="003F70AF"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34A9E" w14:textId="7777777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01E3" w14:textId="79BEA604" w:rsidR="008E7A45" w:rsidRDefault="003E21CB" w:rsidP="002B0236">
    <w:pPr>
      <w:pStyle w:val="Header"/>
    </w:pPr>
    <w:r>
      <w:rPr>
        <w:noProof/>
        <w:lang w:val="nb-NO" w:eastAsia="nb-NO"/>
      </w:rPr>
      <w:drawing>
        <wp:inline distT="0" distB="0" distL="0" distR="0" wp14:anchorId="5D22CA5F" wp14:editId="1ABA94AD">
          <wp:extent cx="850900" cy="82423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42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440A" w14:textId="77777777"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E1065B"/>
    <w:multiLevelType w:val="hybridMultilevel"/>
    <w:tmpl w:val="EBA232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1D2ABC"/>
    <w:multiLevelType w:val="hybridMultilevel"/>
    <w:tmpl w:val="C7B4E97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CFD4673"/>
    <w:multiLevelType w:val="hybridMultilevel"/>
    <w:tmpl w:val="F6FE3100"/>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21FD1991"/>
    <w:multiLevelType w:val="hybridMultilevel"/>
    <w:tmpl w:val="E6E807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8E9442B"/>
    <w:multiLevelType w:val="hybridMultilevel"/>
    <w:tmpl w:val="B0564E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83246C4"/>
    <w:multiLevelType w:val="hybridMultilevel"/>
    <w:tmpl w:val="42925E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ACE667E"/>
    <w:multiLevelType w:val="hybridMultilevel"/>
    <w:tmpl w:val="7E481E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FFD3148"/>
    <w:multiLevelType w:val="hybridMultilevel"/>
    <w:tmpl w:val="8E50301A"/>
    <w:lvl w:ilvl="0" w:tplc="04140001">
      <w:start w:val="1"/>
      <w:numFmt w:val="bullet"/>
      <w:lvlText w:val=""/>
      <w:lvlJc w:val="left"/>
      <w:pPr>
        <w:ind w:left="1080" w:hanging="360"/>
      </w:pPr>
      <w:rPr>
        <w:rFonts w:ascii="Symbol" w:hAnsi="Symbol" w:hint="default"/>
      </w:rPr>
    </w:lvl>
    <w:lvl w:ilvl="1" w:tplc="04140003">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7"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6D8B44D2"/>
    <w:multiLevelType w:val="hybridMultilevel"/>
    <w:tmpl w:val="C96605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313174750">
    <w:abstractNumId w:val="15"/>
  </w:num>
  <w:num w:numId="2" w16cid:durableId="332951774">
    <w:abstractNumId w:val="22"/>
  </w:num>
  <w:num w:numId="3" w16cid:durableId="1686663264">
    <w:abstractNumId w:val="15"/>
  </w:num>
  <w:num w:numId="4" w16cid:durableId="1372262450">
    <w:abstractNumId w:val="15"/>
  </w:num>
  <w:num w:numId="5" w16cid:durableId="294289171">
    <w:abstractNumId w:val="8"/>
  </w:num>
  <w:num w:numId="6" w16cid:durableId="396898025">
    <w:abstractNumId w:val="17"/>
  </w:num>
  <w:num w:numId="7" w16cid:durableId="716275368">
    <w:abstractNumId w:val="11"/>
  </w:num>
  <w:num w:numId="8" w16cid:durableId="225379482">
    <w:abstractNumId w:val="0"/>
  </w:num>
  <w:num w:numId="9" w16cid:durableId="1388726620">
    <w:abstractNumId w:val="7"/>
  </w:num>
  <w:num w:numId="10" w16cid:durableId="1055471516">
    <w:abstractNumId w:val="18"/>
  </w:num>
  <w:num w:numId="11" w16cid:durableId="1483497763">
    <w:abstractNumId w:val="3"/>
  </w:num>
  <w:num w:numId="12" w16cid:durableId="496312671">
    <w:abstractNumId w:val="3"/>
  </w:num>
  <w:num w:numId="13" w16cid:durableId="1549026218">
    <w:abstractNumId w:val="3"/>
  </w:num>
  <w:num w:numId="14" w16cid:durableId="1761099231">
    <w:abstractNumId w:val="3"/>
  </w:num>
  <w:num w:numId="15" w16cid:durableId="1546216249">
    <w:abstractNumId w:val="3"/>
  </w:num>
  <w:num w:numId="16" w16cid:durableId="1216504107">
    <w:abstractNumId w:val="9"/>
  </w:num>
  <w:num w:numId="17" w16cid:durableId="490678837">
    <w:abstractNumId w:val="21"/>
  </w:num>
  <w:num w:numId="18" w16cid:durableId="1543439810">
    <w:abstractNumId w:val="6"/>
  </w:num>
  <w:num w:numId="19" w16cid:durableId="1509174895">
    <w:abstractNumId w:val="19"/>
  </w:num>
  <w:num w:numId="20" w16cid:durableId="1933469867">
    <w:abstractNumId w:val="12"/>
  </w:num>
  <w:num w:numId="21" w16cid:durableId="35740964">
    <w:abstractNumId w:val="9"/>
  </w:num>
  <w:num w:numId="22" w16cid:durableId="919679673">
    <w:abstractNumId w:val="9"/>
  </w:num>
  <w:num w:numId="23" w16cid:durableId="1165169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10219332">
    <w:abstractNumId w:val="1"/>
  </w:num>
  <w:num w:numId="25" w16cid:durableId="509490850">
    <w:abstractNumId w:val="5"/>
  </w:num>
  <w:num w:numId="26" w16cid:durableId="1816952037">
    <w:abstractNumId w:val="20"/>
  </w:num>
  <w:num w:numId="27" w16cid:durableId="301545888">
    <w:abstractNumId w:val="14"/>
  </w:num>
  <w:num w:numId="28" w16cid:durableId="1787850174">
    <w:abstractNumId w:val="13"/>
  </w:num>
  <w:num w:numId="29" w16cid:durableId="2009743191">
    <w:abstractNumId w:val="10"/>
  </w:num>
  <w:num w:numId="30" w16cid:durableId="792750753">
    <w:abstractNumId w:val="3"/>
  </w:num>
  <w:num w:numId="31" w16cid:durableId="224026080">
    <w:abstractNumId w:val="4"/>
  </w:num>
  <w:num w:numId="32" w16cid:durableId="2023968930">
    <w:abstractNumId w:val="2"/>
  </w:num>
  <w:num w:numId="33" w16cid:durableId="156691810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nb-NO"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1E5C"/>
    <w:rsid w:val="00002906"/>
    <w:rsid w:val="000279D0"/>
    <w:rsid w:val="00031A92"/>
    <w:rsid w:val="000348ED"/>
    <w:rsid w:val="00036801"/>
    <w:rsid w:val="00041B3E"/>
    <w:rsid w:val="00050DA7"/>
    <w:rsid w:val="00053998"/>
    <w:rsid w:val="00053CE6"/>
    <w:rsid w:val="00074E32"/>
    <w:rsid w:val="00084E2D"/>
    <w:rsid w:val="000850D3"/>
    <w:rsid w:val="00094E67"/>
    <w:rsid w:val="000A5A01"/>
    <w:rsid w:val="000B2AA4"/>
    <w:rsid w:val="000C35FB"/>
    <w:rsid w:val="000D12FD"/>
    <w:rsid w:val="000F25E4"/>
    <w:rsid w:val="00135447"/>
    <w:rsid w:val="00152273"/>
    <w:rsid w:val="001A067A"/>
    <w:rsid w:val="001A654A"/>
    <w:rsid w:val="001C74CF"/>
    <w:rsid w:val="001E6337"/>
    <w:rsid w:val="0020502A"/>
    <w:rsid w:val="002505A0"/>
    <w:rsid w:val="00264EFC"/>
    <w:rsid w:val="00291F6A"/>
    <w:rsid w:val="00292CC4"/>
    <w:rsid w:val="002A4C5F"/>
    <w:rsid w:val="002A5822"/>
    <w:rsid w:val="002B0236"/>
    <w:rsid w:val="002B2089"/>
    <w:rsid w:val="002B50C8"/>
    <w:rsid w:val="002D0028"/>
    <w:rsid w:val="00307636"/>
    <w:rsid w:val="00310FB5"/>
    <w:rsid w:val="00316FA2"/>
    <w:rsid w:val="00345FF7"/>
    <w:rsid w:val="00356330"/>
    <w:rsid w:val="00366198"/>
    <w:rsid w:val="00374F6D"/>
    <w:rsid w:val="00381FCF"/>
    <w:rsid w:val="003A1B0A"/>
    <w:rsid w:val="003B0FD6"/>
    <w:rsid w:val="003D55DD"/>
    <w:rsid w:val="003E1831"/>
    <w:rsid w:val="003E21CB"/>
    <w:rsid w:val="003F05BB"/>
    <w:rsid w:val="003F70AF"/>
    <w:rsid w:val="003F7A66"/>
    <w:rsid w:val="004016AD"/>
    <w:rsid w:val="00405E3A"/>
    <w:rsid w:val="004108D6"/>
    <w:rsid w:val="00424954"/>
    <w:rsid w:val="00426590"/>
    <w:rsid w:val="00446202"/>
    <w:rsid w:val="00474E66"/>
    <w:rsid w:val="004821B3"/>
    <w:rsid w:val="00495955"/>
    <w:rsid w:val="004A4FB0"/>
    <w:rsid w:val="004C1386"/>
    <w:rsid w:val="004C220D"/>
    <w:rsid w:val="004C71F7"/>
    <w:rsid w:val="004D1CA5"/>
    <w:rsid w:val="004D510D"/>
    <w:rsid w:val="0051062C"/>
    <w:rsid w:val="00512BB6"/>
    <w:rsid w:val="00520795"/>
    <w:rsid w:val="00530DE8"/>
    <w:rsid w:val="00533FA1"/>
    <w:rsid w:val="00541C05"/>
    <w:rsid w:val="00556F1A"/>
    <w:rsid w:val="00567C94"/>
    <w:rsid w:val="005858D8"/>
    <w:rsid w:val="00591A47"/>
    <w:rsid w:val="005A3127"/>
    <w:rsid w:val="005C06E0"/>
    <w:rsid w:val="005D05AC"/>
    <w:rsid w:val="00600639"/>
    <w:rsid w:val="00605445"/>
    <w:rsid w:val="00605EA7"/>
    <w:rsid w:val="00612E87"/>
    <w:rsid w:val="00630F7F"/>
    <w:rsid w:val="0064435F"/>
    <w:rsid w:val="00663799"/>
    <w:rsid w:val="006956C6"/>
    <w:rsid w:val="006A5D74"/>
    <w:rsid w:val="006C13D1"/>
    <w:rsid w:val="006D470F"/>
    <w:rsid w:val="006E3CED"/>
    <w:rsid w:val="006E7E44"/>
    <w:rsid w:val="006F1A0D"/>
    <w:rsid w:val="007012F9"/>
    <w:rsid w:val="0070321F"/>
    <w:rsid w:val="00705700"/>
    <w:rsid w:val="00710C0C"/>
    <w:rsid w:val="0071172D"/>
    <w:rsid w:val="0071516B"/>
    <w:rsid w:val="007208FE"/>
    <w:rsid w:val="00727E88"/>
    <w:rsid w:val="00751298"/>
    <w:rsid w:val="00774FB2"/>
    <w:rsid w:val="00775878"/>
    <w:rsid w:val="00787C5F"/>
    <w:rsid w:val="00787C62"/>
    <w:rsid w:val="00791CE0"/>
    <w:rsid w:val="00795D70"/>
    <w:rsid w:val="00796144"/>
    <w:rsid w:val="007B1F98"/>
    <w:rsid w:val="007B3BFE"/>
    <w:rsid w:val="007B40C4"/>
    <w:rsid w:val="007B54BD"/>
    <w:rsid w:val="007E42CF"/>
    <w:rsid w:val="007E747C"/>
    <w:rsid w:val="0080092C"/>
    <w:rsid w:val="00800A21"/>
    <w:rsid w:val="00807324"/>
    <w:rsid w:val="008120E1"/>
    <w:rsid w:val="0082064C"/>
    <w:rsid w:val="00872453"/>
    <w:rsid w:val="008946E2"/>
    <w:rsid w:val="008A7813"/>
    <w:rsid w:val="008E7A45"/>
    <w:rsid w:val="008F13DD"/>
    <w:rsid w:val="008F4DC3"/>
    <w:rsid w:val="008F7ED0"/>
    <w:rsid w:val="00902AA4"/>
    <w:rsid w:val="00906239"/>
    <w:rsid w:val="00934347"/>
    <w:rsid w:val="009907CD"/>
    <w:rsid w:val="009A054F"/>
    <w:rsid w:val="009A33C2"/>
    <w:rsid w:val="009F3B6C"/>
    <w:rsid w:val="009F5C36"/>
    <w:rsid w:val="00A048F9"/>
    <w:rsid w:val="00A0665B"/>
    <w:rsid w:val="00A0779C"/>
    <w:rsid w:val="00A27F12"/>
    <w:rsid w:val="00A30579"/>
    <w:rsid w:val="00A42FF9"/>
    <w:rsid w:val="00A46838"/>
    <w:rsid w:val="00A66968"/>
    <w:rsid w:val="00AA2626"/>
    <w:rsid w:val="00AA28C2"/>
    <w:rsid w:val="00AA76C0"/>
    <w:rsid w:val="00AD499A"/>
    <w:rsid w:val="00AF7030"/>
    <w:rsid w:val="00B0526F"/>
    <w:rsid w:val="00B077EC"/>
    <w:rsid w:val="00B15B24"/>
    <w:rsid w:val="00B16580"/>
    <w:rsid w:val="00B4121A"/>
    <w:rsid w:val="00B4189C"/>
    <w:rsid w:val="00B428DA"/>
    <w:rsid w:val="00B45AD4"/>
    <w:rsid w:val="00B626E7"/>
    <w:rsid w:val="00B6751A"/>
    <w:rsid w:val="00B7562A"/>
    <w:rsid w:val="00B80CDC"/>
    <w:rsid w:val="00B8247E"/>
    <w:rsid w:val="00B87B08"/>
    <w:rsid w:val="00B960F2"/>
    <w:rsid w:val="00BB1741"/>
    <w:rsid w:val="00BB5196"/>
    <w:rsid w:val="00BD0034"/>
    <w:rsid w:val="00BD01D3"/>
    <w:rsid w:val="00BE1564"/>
    <w:rsid w:val="00BE56DF"/>
    <w:rsid w:val="00C262E8"/>
    <w:rsid w:val="00C265EE"/>
    <w:rsid w:val="00C64C8B"/>
    <w:rsid w:val="00C71143"/>
    <w:rsid w:val="00C97AA1"/>
    <w:rsid w:val="00CA04AF"/>
    <w:rsid w:val="00CC7EB5"/>
    <w:rsid w:val="00CD3A9E"/>
    <w:rsid w:val="00CD409B"/>
    <w:rsid w:val="00CE23DE"/>
    <w:rsid w:val="00CF2916"/>
    <w:rsid w:val="00CF32CC"/>
    <w:rsid w:val="00D20C4F"/>
    <w:rsid w:val="00D454FE"/>
    <w:rsid w:val="00D846C1"/>
    <w:rsid w:val="00D849BC"/>
    <w:rsid w:val="00D91150"/>
    <w:rsid w:val="00D93DCB"/>
    <w:rsid w:val="00DA41C8"/>
    <w:rsid w:val="00DB006A"/>
    <w:rsid w:val="00DE0B43"/>
    <w:rsid w:val="00E07F72"/>
    <w:rsid w:val="00E35680"/>
    <w:rsid w:val="00E449E0"/>
    <w:rsid w:val="00E57343"/>
    <w:rsid w:val="00E729A7"/>
    <w:rsid w:val="00E74BEF"/>
    <w:rsid w:val="00E74E51"/>
    <w:rsid w:val="00E93C9B"/>
    <w:rsid w:val="00EA773E"/>
    <w:rsid w:val="00EB2576"/>
    <w:rsid w:val="00ED3F0F"/>
    <w:rsid w:val="00EE3F2F"/>
    <w:rsid w:val="00F17280"/>
    <w:rsid w:val="00F2406D"/>
    <w:rsid w:val="00F35A31"/>
    <w:rsid w:val="00F64B81"/>
    <w:rsid w:val="00F65F68"/>
    <w:rsid w:val="00F66BEE"/>
    <w:rsid w:val="00F73F78"/>
    <w:rsid w:val="00F8528E"/>
    <w:rsid w:val="00F91853"/>
    <w:rsid w:val="00F94CD6"/>
    <w:rsid w:val="00F97753"/>
    <w:rsid w:val="00FA5842"/>
    <w:rsid w:val="00FA6769"/>
    <w:rsid w:val="00FC03A8"/>
    <w:rsid w:val="00FC55EB"/>
    <w:rsid w:val="00FD03CA"/>
    <w:rsid w:val="00FD0DA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35D83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A3127"/>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CommentReference">
    <w:name w:val="annotation reference"/>
    <w:basedOn w:val="DefaultParagraphFont"/>
    <w:rsid w:val="00A66968"/>
    <w:rPr>
      <w:sz w:val="16"/>
      <w:szCs w:val="16"/>
    </w:rPr>
  </w:style>
  <w:style w:type="paragraph" w:styleId="CommentText">
    <w:name w:val="annotation text"/>
    <w:basedOn w:val="Normal"/>
    <w:link w:val="CommentTextChar"/>
    <w:rsid w:val="00A66968"/>
    <w:rPr>
      <w:sz w:val="20"/>
    </w:rPr>
  </w:style>
  <w:style w:type="character" w:customStyle="1" w:styleId="CommentTextChar">
    <w:name w:val="Comment Text Char"/>
    <w:basedOn w:val="DefaultParagraphFont"/>
    <w:link w:val="CommentText"/>
    <w:rsid w:val="00A66968"/>
    <w:rPr>
      <w:rFonts w:ascii="Calibri" w:hAnsi="Calibri"/>
      <w:lang w:val="en-GB" w:eastAsia="en-US"/>
    </w:rPr>
  </w:style>
  <w:style w:type="paragraph" w:styleId="CommentSubject">
    <w:name w:val="annotation subject"/>
    <w:basedOn w:val="CommentText"/>
    <w:next w:val="CommentText"/>
    <w:link w:val="CommentSubjectChar"/>
    <w:semiHidden/>
    <w:unhideWhenUsed/>
    <w:rsid w:val="00A66968"/>
    <w:rPr>
      <w:b/>
      <w:bCs/>
    </w:rPr>
  </w:style>
  <w:style w:type="character" w:customStyle="1" w:styleId="CommentSubjectChar">
    <w:name w:val="Comment Subject Char"/>
    <w:basedOn w:val="CommentTextChar"/>
    <w:link w:val="CommentSubject"/>
    <w:semiHidden/>
    <w:rsid w:val="00A66968"/>
    <w:rPr>
      <w:rFonts w:ascii="Calibri" w:hAnsi="Calibri"/>
      <w:b/>
      <w:bCs/>
      <w:lang w:val="en-GB" w:eastAsia="en-US"/>
    </w:rPr>
  </w:style>
  <w:style w:type="paragraph" w:styleId="BalloonText">
    <w:name w:val="Balloon Text"/>
    <w:basedOn w:val="Normal"/>
    <w:link w:val="BalloonTextChar"/>
    <w:semiHidden/>
    <w:unhideWhenUsed/>
    <w:rsid w:val="00A66968"/>
    <w:rPr>
      <w:rFonts w:ascii="Segoe UI" w:hAnsi="Segoe UI" w:cs="Segoe UI"/>
      <w:sz w:val="18"/>
      <w:szCs w:val="18"/>
    </w:rPr>
  </w:style>
  <w:style w:type="character" w:customStyle="1" w:styleId="BalloonTextChar">
    <w:name w:val="Balloon Text Char"/>
    <w:basedOn w:val="DefaultParagraphFont"/>
    <w:link w:val="BalloonText"/>
    <w:semiHidden/>
    <w:rsid w:val="00A66968"/>
    <w:rPr>
      <w:rFonts w:ascii="Segoe UI" w:hAnsi="Segoe UI" w:cs="Segoe UI"/>
      <w:sz w:val="18"/>
      <w:szCs w:val="18"/>
      <w:lang w:val="en-GB" w:eastAsia="en-US"/>
    </w:rPr>
  </w:style>
  <w:style w:type="paragraph" w:styleId="Caption">
    <w:name w:val="caption"/>
    <w:basedOn w:val="Normal"/>
    <w:next w:val="Normal"/>
    <w:semiHidden/>
    <w:unhideWhenUsed/>
    <w:qFormat/>
    <w:rsid w:val="00B960F2"/>
    <w:pPr>
      <w:spacing w:after="200"/>
    </w:pPr>
    <w:rPr>
      <w:i/>
      <w:iCs/>
      <w:color w:val="44546A" w:themeColor="text2"/>
      <w:sz w:val="18"/>
      <w:szCs w:val="18"/>
    </w:rPr>
  </w:style>
  <w:style w:type="character" w:styleId="Hyperlink">
    <w:name w:val="Hyperlink"/>
    <w:basedOn w:val="DefaultParagraphFont"/>
    <w:rsid w:val="00EB2576"/>
    <w:rPr>
      <w:color w:val="0563C1" w:themeColor="hyperlink"/>
      <w:u w:val="single"/>
    </w:rPr>
  </w:style>
  <w:style w:type="character" w:customStyle="1" w:styleId="UnresolvedMention1">
    <w:name w:val="Unresolved Mention1"/>
    <w:basedOn w:val="DefaultParagraphFont"/>
    <w:uiPriority w:val="99"/>
    <w:semiHidden/>
    <w:unhideWhenUsed/>
    <w:rsid w:val="00EB2576"/>
    <w:rPr>
      <w:color w:val="605E5C"/>
      <w:shd w:val="clear" w:color="auto" w:fill="E1DFDD"/>
    </w:rPr>
  </w:style>
  <w:style w:type="paragraph" w:styleId="Revision">
    <w:name w:val="Revision"/>
    <w:hidden/>
    <w:uiPriority w:val="99"/>
    <w:semiHidden/>
    <w:rsid w:val="0051062C"/>
    <w:rPr>
      <w:rFonts w:ascii="Calibri" w:hAnsi="Calibri"/>
      <w:sz w:val="22"/>
      <w:lang w:val="en-GB" w:eastAsia="en-US"/>
    </w:rPr>
  </w:style>
  <w:style w:type="paragraph" w:styleId="ListParagraph">
    <w:name w:val="List Paragraph"/>
    <w:basedOn w:val="Normal"/>
    <w:uiPriority w:val="34"/>
    <w:rsid w:val="00316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93079">
      <w:bodyDiv w:val="1"/>
      <w:marLeft w:val="0"/>
      <w:marRight w:val="0"/>
      <w:marTop w:val="0"/>
      <w:marBottom w:val="0"/>
      <w:divBdr>
        <w:top w:val="none" w:sz="0" w:space="0" w:color="auto"/>
        <w:left w:val="none" w:sz="0" w:space="0" w:color="auto"/>
        <w:bottom w:val="none" w:sz="0" w:space="0" w:color="auto"/>
        <w:right w:val="none" w:sz="0" w:space="0" w:color="auto"/>
      </w:divBdr>
    </w:div>
    <w:div w:id="537133558">
      <w:bodyDiv w:val="1"/>
      <w:marLeft w:val="0"/>
      <w:marRight w:val="0"/>
      <w:marTop w:val="0"/>
      <w:marBottom w:val="0"/>
      <w:divBdr>
        <w:top w:val="none" w:sz="0" w:space="0" w:color="auto"/>
        <w:left w:val="none" w:sz="0" w:space="0" w:color="auto"/>
        <w:bottom w:val="none" w:sz="0" w:space="0" w:color="auto"/>
        <w:right w:val="none" w:sz="0" w:space="0" w:color="auto"/>
      </w:divBdr>
    </w:div>
    <w:div w:id="721828091">
      <w:bodyDiv w:val="1"/>
      <w:marLeft w:val="0"/>
      <w:marRight w:val="0"/>
      <w:marTop w:val="0"/>
      <w:marBottom w:val="0"/>
      <w:divBdr>
        <w:top w:val="none" w:sz="0" w:space="0" w:color="auto"/>
        <w:left w:val="none" w:sz="0" w:space="0" w:color="auto"/>
        <w:bottom w:val="none" w:sz="0" w:space="0" w:color="auto"/>
        <w:right w:val="none" w:sz="0" w:space="0" w:color="auto"/>
      </w:divBdr>
    </w:div>
    <w:div w:id="1359159480">
      <w:bodyDiv w:val="1"/>
      <w:marLeft w:val="0"/>
      <w:marRight w:val="0"/>
      <w:marTop w:val="0"/>
      <w:marBottom w:val="0"/>
      <w:divBdr>
        <w:top w:val="none" w:sz="0" w:space="0" w:color="auto"/>
        <w:left w:val="none" w:sz="0" w:space="0" w:color="auto"/>
        <w:bottom w:val="none" w:sz="0" w:space="0" w:color="auto"/>
        <w:right w:val="none" w:sz="0" w:space="0" w:color="auto"/>
      </w:divBdr>
    </w:div>
    <w:div w:id="1672830231">
      <w:bodyDiv w:val="1"/>
      <w:marLeft w:val="0"/>
      <w:marRight w:val="0"/>
      <w:marTop w:val="0"/>
      <w:marBottom w:val="0"/>
      <w:divBdr>
        <w:top w:val="none" w:sz="0" w:space="0" w:color="auto"/>
        <w:left w:val="none" w:sz="0" w:space="0" w:color="auto"/>
        <w:bottom w:val="none" w:sz="0" w:space="0" w:color="auto"/>
        <w:right w:val="none" w:sz="0" w:space="0" w:color="auto"/>
      </w:divBdr>
    </w:div>
    <w:div w:id="170532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6D7F16BA-57C1-4F9F-8DF8-6EA3955B2618}">
  <ds:schemaRefs>
    <ds:schemaRef ds:uri="http://schemas.microsoft.com/sharepoint/v3/contenttype/forms"/>
  </ds:schemaRefs>
</ds:datastoreItem>
</file>

<file path=customXml/itemProps2.xml><?xml version="1.0" encoding="utf-8"?>
<ds:datastoreItem xmlns:ds="http://schemas.openxmlformats.org/officeDocument/2006/customXml" ds:itemID="{51DB4063-0DCA-4C63-8C14-FC0D7CDBD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C6310E-413E-4ED3-A3FB-B07951E516B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759</Words>
  <Characters>4340</Characters>
  <Application>Microsoft Office Word</Application>
  <DocSecurity>0</DocSecurity>
  <Lines>36</Lines>
  <Paragraphs>10</Paragraphs>
  <ScaleCrop>false</ScaleCrop>
  <HeadingPairs>
    <vt:vector size="8" baseType="variant">
      <vt:variant>
        <vt:lpstr>Tittel</vt:lpstr>
      </vt:variant>
      <vt:variant>
        <vt:i4>1</vt:i4>
      </vt:variant>
      <vt:variant>
        <vt:lpstr>Rubrik</vt:lpstr>
      </vt:variant>
      <vt:variant>
        <vt:i4>1</vt:i4>
      </vt:variant>
      <vt:variant>
        <vt:lpstr>Title</vt:lpstr>
      </vt:variant>
      <vt:variant>
        <vt:i4>1</vt:i4>
      </vt:variant>
      <vt:variant>
        <vt:lpstr>Titel</vt:lpstr>
      </vt:variant>
      <vt:variant>
        <vt:i4>1</vt:i4>
      </vt:variant>
    </vt:vector>
  </HeadingPairs>
  <TitlesOfParts>
    <vt:vector size="4" baseType="lpstr">
      <vt:lpstr>Liaison note from VTS</vt:lpstr>
      <vt:lpstr>Liaison note from VTS</vt:lpstr>
      <vt:lpstr>Liaison note from VTS</vt:lpstr>
      <vt:lpstr>Liaison note from ANM to ANIS Working Group</vt:lpstr>
    </vt:vector>
  </TitlesOfParts>
  <Company>DFO-MPO</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VTS</dc:title>
  <dc:subject/>
  <dc:creator>Seamus Doyle</dc:creator>
  <cp:keywords/>
  <cp:lastModifiedBy>Tom Southall</cp:lastModifiedBy>
  <cp:revision>7</cp:revision>
  <cp:lastPrinted>2006-10-19T11:49:00Z</cp:lastPrinted>
  <dcterms:created xsi:type="dcterms:W3CDTF">2022-04-13T09:07:00Z</dcterms:created>
  <dcterms:modified xsi:type="dcterms:W3CDTF">2022-10-04T18:59:00Z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